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F6FAD" w14:textId="77777777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12/2019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3800D4AB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D47F87">
        <w:rPr>
          <w:rFonts w:ascii="Corbel" w:hAnsi="Corbel"/>
          <w:i/>
          <w:smallCaps/>
          <w:sz w:val="24"/>
          <w:szCs w:val="24"/>
        </w:rPr>
        <w:t>2022-2027</w:t>
      </w:r>
    </w:p>
    <w:p w14:paraId="7D2E041E" w14:textId="12EB7100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47F87">
        <w:rPr>
          <w:rFonts w:ascii="Corbel" w:hAnsi="Corbel"/>
          <w:i/>
          <w:sz w:val="24"/>
          <w:szCs w:val="24"/>
        </w:rPr>
        <w:tab/>
      </w:r>
      <w:r w:rsidR="0085747A" w:rsidRPr="00D47F87">
        <w:rPr>
          <w:rFonts w:ascii="Corbel" w:hAnsi="Corbel"/>
          <w:i/>
          <w:sz w:val="20"/>
          <w:szCs w:val="24"/>
        </w:rPr>
        <w:t>(skrajne daty</w:t>
      </w:r>
      <w:r w:rsidR="0085747A" w:rsidRPr="00D47F87">
        <w:rPr>
          <w:rFonts w:ascii="Corbel" w:hAnsi="Corbel"/>
          <w:sz w:val="20"/>
          <w:szCs w:val="24"/>
        </w:rPr>
        <w:t>)</w:t>
      </w:r>
    </w:p>
    <w:p w14:paraId="6960E05E" w14:textId="390DBC17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="00D47F87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 xml:space="preserve">Rok </w:t>
      </w:r>
      <w:r w:rsidR="00062284">
        <w:rPr>
          <w:rFonts w:ascii="Corbel" w:hAnsi="Corbel"/>
          <w:sz w:val="24"/>
          <w:szCs w:val="24"/>
        </w:rPr>
        <w:t>akademicki</w:t>
      </w:r>
      <w:r w:rsidR="00D47F87">
        <w:rPr>
          <w:rFonts w:ascii="Corbel" w:hAnsi="Corbel"/>
          <w:sz w:val="24"/>
          <w:szCs w:val="24"/>
        </w:rPr>
        <w:t xml:space="preserve"> </w:t>
      </w:r>
      <w:r w:rsidR="00CE7E88">
        <w:rPr>
          <w:rFonts w:ascii="Corbel" w:hAnsi="Corbel"/>
          <w:sz w:val="24"/>
          <w:szCs w:val="24"/>
        </w:rPr>
        <w:t>20</w:t>
      </w:r>
      <w:r w:rsidR="00062284">
        <w:rPr>
          <w:rFonts w:ascii="Corbel" w:hAnsi="Corbel"/>
          <w:sz w:val="24"/>
          <w:szCs w:val="24"/>
        </w:rPr>
        <w:t>26</w:t>
      </w:r>
      <w:r w:rsidR="00D47F87">
        <w:rPr>
          <w:rFonts w:ascii="Corbel" w:hAnsi="Corbel"/>
          <w:sz w:val="24"/>
          <w:szCs w:val="24"/>
        </w:rPr>
        <w:t>/2027</w:t>
      </w:r>
      <w:bookmarkStart w:id="0" w:name="_GoBack"/>
      <w:bookmarkEnd w:id="0"/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CE7E8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7E88">
        <w:rPr>
          <w:rFonts w:ascii="Corbel" w:hAnsi="Corbel"/>
          <w:szCs w:val="24"/>
        </w:rPr>
        <w:t xml:space="preserve">1. </w:t>
      </w:r>
      <w:r w:rsidR="0085747A" w:rsidRPr="00CE7E88">
        <w:rPr>
          <w:rFonts w:ascii="Corbel" w:hAnsi="Corbel"/>
          <w:szCs w:val="24"/>
        </w:rPr>
        <w:t xml:space="preserve">Podstawowe </w:t>
      </w:r>
      <w:r w:rsidR="00445970" w:rsidRPr="00CE7E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4E3BD78D" w:rsidR="0085747A" w:rsidRPr="00CE7E88" w:rsidRDefault="00F27D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7E88">
              <w:rPr>
                <w:rFonts w:ascii="Corbel" w:hAnsi="Corbel"/>
                <w:color w:val="auto"/>
                <w:sz w:val="24"/>
                <w:szCs w:val="24"/>
              </w:rPr>
              <w:t>Wybrane zagadnienia części szczególnej prawa karnego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0844E26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3216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08FFBC90" w:rsidR="0085747A" w:rsidRPr="00C9251D" w:rsidRDefault="007A6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50F5A698" w:rsidR="0085747A" w:rsidRPr="00C9251D" w:rsidRDefault="00CE7E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V/IX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63DD7CBB" w:rsidR="0085747A" w:rsidRPr="00C9251D" w:rsidRDefault="00333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519F749D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846DE">
              <w:rPr>
                <w:rFonts w:ascii="Corbel" w:hAnsi="Corbel"/>
                <w:b w:val="0"/>
                <w:sz w:val="24"/>
                <w:szCs w:val="24"/>
              </w:rPr>
              <w:t>Małgorzata Trybus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2A7D672F" w:rsidR="0085747A" w:rsidRPr="00B846DE" w:rsidRDefault="00F27DB4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sz w:val="24"/>
                <w:szCs w:val="24"/>
              </w:rPr>
              <w:t>Małgorzata Trybus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CE7E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7E88">
        <w:rPr>
          <w:rFonts w:ascii="Corbel" w:hAnsi="Corbel"/>
          <w:sz w:val="24"/>
          <w:szCs w:val="24"/>
        </w:rPr>
        <w:t>1.</w:t>
      </w:r>
      <w:r w:rsidR="00E22FBC" w:rsidRPr="00CE7E88">
        <w:rPr>
          <w:rFonts w:ascii="Corbel" w:hAnsi="Corbel"/>
          <w:sz w:val="24"/>
          <w:szCs w:val="24"/>
        </w:rPr>
        <w:t>1</w:t>
      </w:r>
      <w:r w:rsidRPr="00CE7E8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F27DB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F27D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4A7C412C" w:rsidR="00015B8F" w:rsidRPr="00C9251D" w:rsidRDefault="00CE7E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7E6665F3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016F29E6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3FC7B4D8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CE7E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7E88">
        <w:rPr>
          <w:rFonts w:ascii="Corbel" w:hAnsi="Corbel"/>
          <w:smallCaps w:val="0"/>
          <w:szCs w:val="24"/>
        </w:rPr>
        <w:t>1.</w:t>
      </w:r>
      <w:r w:rsidR="00E22FBC" w:rsidRPr="00CE7E88">
        <w:rPr>
          <w:rFonts w:ascii="Corbel" w:hAnsi="Corbel"/>
          <w:smallCaps w:val="0"/>
          <w:szCs w:val="24"/>
        </w:rPr>
        <w:t>2</w:t>
      </w:r>
      <w:r w:rsidR="00F83B28" w:rsidRPr="00CE7E88">
        <w:rPr>
          <w:rFonts w:ascii="Corbel" w:hAnsi="Corbel"/>
          <w:smallCaps w:val="0"/>
          <w:szCs w:val="24"/>
        </w:rPr>
        <w:t>.</w:t>
      </w:r>
      <w:r w:rsidR="00F83B28" w:rsidRPr="00CE7E88">
        <w:rPr>
          <w:rFonts w:ascii="Corbel" w:hAnsi="Corbel"/>
          <w:smallCaps w:val="0"/>
          <w:szCs w:val="24"/>
        </w:rPr>
        <w:tab/>
      </w:r>
      <w:r w:rsidRPr="00CE7E88">
        <w:rPr>
          <w:rFonts w:ascii="Corbel" w:hAnsi="Corbel"/>
          <w:smallCaps w:val="0"/>
          <w:szCs w:val="24"/>
        </w:rPr>
        <w:t xml:space="preserve">Sposób realizacji zajęć  </w:t>
      </w:r>
    </w:p>
    <w:p w14:paraId="50368DA5" w14:textId="77777777" w:rsidR="0085747A" w:rsidRPr="00C9251D" w:rsidRDefault="00AE3A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E4C67C" w14:textId="77777777"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CE7E88">
        <w:rPr>
          <w:rFonts w:ascii="Corbel" w:hAnsi="Corbel"/>
          <w:smallCaps w:val="0"/>
          <w:szCs w:val="24"/>
          <w:u w:val="single"/>
        </w:rPr>
        <w:t>zaliczenie z oceną</w:t>
      </w:r>
      <w:r w:rsidRPr="00C9251D">
        <w:rPr>
          <w:rFonts w:ascii="Corbel" w:hAnsi="Corbel"/>
          <w:b w:val="0"/>
          <w:smallCaps w:val="0"/>
          <w:szCs w:val="24"/>
        </w:rPr>
        <w:t>, zaliczenie bez oceny)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1BDD1F76" w:rsidR="00E960BB" w:rsidRPr="00CE7E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7E88">
        <w:rPr>
          <w:rFonts w:ascii="Corbel" w:hAnsi="Corbel"/>
          <w:szCs w:val="24"/>
        </w:rPr>
        <w:t xml:space="preserve">2.Wymagania wstępne </w:t>
      </w:r>
    </w:p>
    <w:p w14:paraId="0D0CA99E" w14:textId="77777777" w:rsidR="00CE7E88" w:rsidRPr="00C9251D" w:rsidRDefault="00CE7E8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3B5EB0F4" w:rsidR="0085747A" w:rsidRPr="00C9251D" w:rsidRDefault="00F27DB4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karnego</w:t>
            </w:r>
            <w:r w:rsidR="001321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(zagadnienia ogólne)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39D3CB45" w:rsidR="0085747A" w:rsidRPr="00CE7E88" w:rsidRDefault="00CE7E8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br w:type="column"/>
      </w:r>
      <w:r w:rsidR="0071620A" w:rsidRPr="00CE7E88">
        <w:rPr>
          <w:rFonts w:ascii="Corbel" w:hAnsi="Corbel"/>
          <w:szCs w:val="24"/>
        </w:rPr>
        <w:lastRenderedPageBreak/>
        <w:t>3.</w:t>
      </w:r>
      <w:r w:rsidR="0085747A" w:rsidRPr="00CE7E88">
        <w:rPr>
          <w:rFonts w:ascii="Corbel" w:hAnsi="Corbel"/>
          <w:szCs w:val="24"/>
        </w:rPr>
        <w:t xml:space="preserve"> </w:t>
      </w:r>
      <w:r w:rsidR="00A84C85" w:rsidRPr="00CE7E88">
        <w:rPr>
          <w:rFonts w:ascii="Corbel" w:hAnsi="Corbel"/>
          <w:szCs w:val="24"/>
        </w:rPr>
        <w:t>cele, efekty uczenia się</w:t>
      </w:r>
      <w:r w:rsidR="0085747A" w:rsidRPr="00CE7E88">
        <w:rPr>
          <w:rFonts w:ascii="Corbel" w:hAnsi="Corbel"/>
          <w:szCs w:val="24"/>
        </w:rPr>
        <w:t xml:space="preserve"> , treści Programowe i stosowane metody Dydaktyczne</w:t>
      </w:r>
    </w:p>
    <w:p w14:paraId="0D72683F" w14:textId="77777777" w:rsidR="0085747A" w:rsidRPr="00CE7E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15FCB2" w14:textId="77777777" w:rsidR="0085747A" w:rsidRPr="00CE7E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7E88">
        <w:rPr>
          <w:rFonts w:ascii="Corbel" w:hAnsi="Corbel"/>
          <w:sz w:val="24"/>
          <w:szCs w:val="24"/>
        </w:rPr>
        <w:t xml:space="preserve">3.1 </w:t>
      </w:r>
      <w:r w:rsidR="00C05F44" w:rsidRPr="00CE7E88">
        <w:rPr>
          <w:rFonts w:ascii="Corbel" w:hAnsi="Corbel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46B1810" w14:textId="1DC4157F" w:rsidR="0085747A" w:rsidRPr="00F27DB4" w:rsidRDefault="00F27DB4" w:rsidP="00F27DB4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F27DB4">
              <w:rPr>
                <w:rFonts w:ascii="Corbel" w:hAnsi="Corbel"/>
              </w:rPr>
              <w:t xml:space="preserve">Przedmiot ma na celu </w:t>
            </w:r>
            <w:r w:rsidRPr="00F27DB4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między innymi ukazanie tych zagadnień na tle możliwych problemów, pojawiających się na gruncie praktycznego stosowania przepisów.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CE7E8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CE7E88">
        <w:rPr>
          <w:rFonts w:ascii="Corbel" w:hAnsi="Corbel"/>
          <w:b/>
          <w:sz w:val="24"/>
          <w:szCs w:val="24"/>
        </w:rPr>
        <w:t xml:space="preserve">3.2 </w:t>
      </w:r>
      <w:r w:rsidR="001D7B54" w:rsidRPr="00CE7E88">
        <w:rPr>
          <w:rFonts w:ascii="Corbel" w:hAnsi="Corbel"/>
          <w:b/>
          <w:sz w:val="24"/>
          <w:szCs w:val="24"/>
        </w:rPr>
        <w:t xml:space="preserve">Efekty </w:t>
      </w:r>
      <w:r w:rsidR="00C05F44" w:rsidRPr="00CE7E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7E88">
        <w:rPr>
          <w:rFonts w:ascii="Corbel" w:hAnsi="Corbel"/>
          <w:b/>
          <w:sz w:val="24"/>
          <w:szCs w:val="24"/>
        </w:rPr>
        <w:t>dla przedmiotu</w:t>
      </w:r>
      <w:r w:rsidR="00445970" w:rsidRPr="00CE7E88">
        <w:rPr>
          <w:rFonts w:ascii="Corbel" w:hAnsi="Corbel"/>
          <w:b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3E11E21E" w14:textId="5FB06C07" w:rsidR="00AE3A22" w:rsidRPr="008A6FCC" w:rsidRDefault="00333754" w:rsidP="0033375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Ma pogłębioną i rozszerzoną  wiedzę z zakresu wybranych zagadnień części szczególnej prawa karnego w szczególności: zna terminologię poszczególnych przestępstw, definiuje rodzaje przestępstw z uwzględnieniem ich znamion, zna sankcje karne grożące za poszczególne przestępstwa,</w:t>
            </w:r>
          </w:p>
        </w:tc>
        <w:tc>
          <w:tcPr>
            <w:tcW w:w="1715" w:type="dxa"/>
          </w:tcPr>
          <w:p w14:paraId="4F1C5F68" w14:textId="0B0FC0DB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00007C3F" w:rsidR="00AE3A22" w:rsidRPr="008A6FCC" w:rsidRDefault="00333754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Rozróżnia odmiany omówionych typów czynów zabronionych,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0B28073D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0B8D">
              <w:rPr>
                <w:sz w:val="24"/>
                <w:szCs w:val="24"/>
              </w:rPr>
              <w:t>Zna znaczenie terminów używanych w opisie poszczególnych przestępstw,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1A46FA02" w:rsidR="00AE3A22" w:rsidRPr="008A6FCC" w:rsidRDefault="00333754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Umie przeanalizować stan faktyczny z uwzględnieniem omówionej tematyki,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12785DD3" w:rsidR="00AE3A22" w:rsidRPr="008A6FCC" w:rsidRDefault="008A6FCC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Zna znaczenie norm etycznych w praktyce stosowania prawa,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16985650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32" w14:textId="4BAC3EA4" w:rsidR="00AE3A22" w:rsidRPr="00C9251D" w:rsidRDefault="008A6FCC" w:rsidP="008A6FC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 uporządkowaną wiedzę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ogólną z zakresu</w:t>
            </w:r>
            <w:r>
              <w:t xml:space="preserve"> </w:t>
            </w:r>
            <w:r w:rsidRPr="008A6FCC">
              <w:rPr>
                <w:sz w:val="24"/>
                <w:szCs w:val="24"/>
              </w:rPr>
              <w:t>wybranych zagadnień części szczególnej prawa karnego</w:t>
            </w:r>
            <w:r w:rsidR="005F0B8D">
              <w:rPr>
                <w:sz w:val="24"/>
                <w:szCs w:val="24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8E8F0E6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na i rozumie zaawansowane metody analizy, interpretacji teksu prawnego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5F0B8D">
              <w:rPr>
                <w:sz w:val="24"/>
                <w:szCs w:val="24"/>
              </w:rPr>
              <w:t>rozumie potrzebę analizy orzecznictwa sądowego.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30EF42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okonuje subsumpcji stanu faktycznego pod dobraną przez siebie normę prawną, proponuje alternatywne rozwiązania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problemu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prawnego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2905434F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K_U01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5D0DBE0A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podstawowe umiejętności badawcze obejmujące formułowanie i analizę zagadnienia/problemu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0BEB44F9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51BBC0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K_U06, 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K_U17,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303EAE9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415AD3AB" w14:textId="2EF11681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134C308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osługuje się podstawowymi ujęciami teoretycznymi,  sformułowaniami prawniczymi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17E419D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rgumentuje za reprezentowanym przez siebie stanowiskiem w przedmiocie znaczenia, treści lub zastosowania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wybranych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przepis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kodeksu karnego,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33079AF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62659722" w:rsidR="00AE3A22" w:rsidRPr="00C9251D" w:rsidRDefault="003D387A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09F9A7EC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5AFEA53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68BE3FA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486D4419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achowuje ostrożność/krytycyzm w wyrażaniu opinii w przedmiocie wybranego zagadnienia z </w:t>
            </w:r>
            <w:r w:rsidR="0047005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611169">
              <w:rPr>
                <w:rFonts w:ascii="Corbel" w:eastAsia="Times New Roman" w:hAnsi="Corbel"/>
                <w:sz w:val="24"/>
                <w:szCs w:val="24"/>
              </w:rPr>
              <w:t>m</w:t>
            </w:r>
            <w:r w:rsidRPr="00611169">
              <w:rPr>
                <w:rFonts w:ascii="Corbel" w:hAnsi="Corbel"/>
                <w:sz w:val="24"/>
                <w:szCs w:val="24"/>
              </w:rPr>
              <w:t>a umiejętność właściwej oceny i rozwiązywania stawianych mu zadań,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79DD9326" w:rsidR="00AE3A22" w:rsidRPr="00C9251D" w:rsidRDefault="009A5754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K_K01,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K_K07, K_10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0D1890C5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2EC23D31" w:rsidR="00AE3A22" w:rsidRPr="00C9251D" w:rsidRDefault="009A5754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K_K02,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1BFDB3EF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482ED" w14:textId="77777777" w:rsidR="00CE7E88" w:rsidRDefault="00CE7E88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6B67ED2" w14:textId="77777777" w:rsidR="00CE7E88" w:rsidRDefault="00CE7E88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FF7238D" w14:textId="77777777" w:rsidR="00CE7E88" w:rsidRDefault="00CE7E88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49E75FE0" w14:textId="77777777" w:rsidR="00CE7E88" w:rsidRDefault="00CE7E88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1252B389" w14:textId="071BA075" w:rsidR="0085747A" w:rsidRPr="00CE7E8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7E88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CE7E88">
        <w:rPr>
          <w:rFonts w:ascii="Corbel" w:hAnsi="Corbel"/>
          <w:b/>
          <w:sz w:val="24"/>
          <w:szCs w:val="24"/>
        </w:rPr>
        <w:t xml:space="preserve"> </w:t>
      </w:r>
      <w:r w:rsidR="0085747A" w:rsidRPr="00CE7E88">
        <w:rPr>
          <w:rFonts w:ascii="Corbel" w:hAnsi="Corbel"/>
          <w:b/>
          <w:sz w:val="24"/>
          <w:szCs w:val="24"/>
        </w:rPr>
        <w:t>T</w:t>
      </w:r>
      <w:r w:rsidR="001D7B54" w:rsidRPr="00CE7E8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E7E88">
        <w:rPr>
          <w:rFonts w:ascii="Corbel" w:hAnsi="Corbel"/>
          <w:b/>
          <w:sz w:val="24"/>
          <w:szCs w:val="24"/>
        </w:rPr>
        <w:t xml:space="preserve">  </w:t>
      </w:r>
    </w:p>
    <w:p w14:paraId="09BE4373" w14:textId="1D7A46D7" w:rsidR="0085747A" w:rsidRPr="00CE7E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CE7E88">
        <w:rPr>
          <w:rFonts w:ascii="Corbel" w:hAnsi="Corbel"/>
          <w:b/>
          <w:sz w:val="24"/>
          <w:szCs w:val="24"/>
        </w:rPr>
        <w:t xml:space="preserve">Problematyka wykładu </w:t>
      </w:r>
      <w:r w:rsidR="00CE7E88" w:rsidRPr="00CE7E88">
        <w:rPr>
          <w:rFonts w:ascii="Corbel" w:hAnsi="Corbel"/>
          <w:b/>
          <w:sz w:val="24"/>
          <w:szCs w:val="24"/>
        </w:rPr>
        <w:t>nie dotyczy</w:t>
      </w:r>
    </w:p>
    <w:p w14:paraId="76FC5BC0" w14:textId="7A26DB27" w:rsidR="00CE7E88" w:rsidRPr="00CE7E88" w:rsidRDefault="00CE7E88" w:rsidP="00CE7E88">
      <w:pPr>
        <w:pStyle w:val="Akapitzlist"/>
        <w:numPr>
          <w:ilvl w:val="0"/>
          <w:numId w:val="1"/>
        </w:numPr>
        <w:rPr>
          <w:rFonts w:ascii="Corbel" w:hAnsi="Corbel"/>
          <w:b/>
          <w:sz w:val="24"/>
          <w:szCs w:val="24"/>
        </w:rPr>
      </w:pPr>
      <w:r w:rsidRPr="00CE7E88">
        <w:rPr>
          <w:rFonts w:ascii="Corbel" w:hAnsi="Corbel"/>
          <w:b/>
          <w:sz w:val="24"/>
          <w:szCs w:val="24"/>
        </w:rPr>
        <w:t>Problematyka ćwiczeń audytoryjnych, konwersatoryjnych, laboratoryjnych, zajęć praktycznych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1404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10AF47B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w w:val="103"/>
                <w:sz w:val="24"/>
                <w:szCs w:val="24"/>
              </w:rPr>
              <w:t>Przestępstwa przeciwko życiu i zdrowiu rozdział XIX k.k.[omówienie między innymi poszczególnych typów zabójstwa, problematyka związana zagrożeniem karą za typ kwalifikowany; typy uprzywilejowane zabójstwa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>; nieumyślne spowodowanie śmierci; śmierć jako następstwo innych typów czynów zabronionych], poszczególne rodzaje uszczerbku na zdrowiu</w:t>
            </w:r>
          </w:p>
        </w:tc>
        <w:tc>
          <w:tcPr>
            <w:tcW w:w="1469" w:type="dxa"/>
          </w:tcPr>
          <w:p w14:paraId="275BBBE9" w14:textId="20E2320F" w:rsidR="007C1404" w:rsidRPr="00C9251D" w:rsidRDefault="007C1404" w:rsidP="007C1404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C1404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78169EE8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Cs/>
                <w:w w:val="103"/>
                <w:sz w:val="24"/>
                <w:szCs w:val="24"/>
              </w:rPr>
              <w:t>Przestępstwo naruszenia nietykalności cielesnej a lekki uszczerbek na zdrowiu</w:t>
            </w:r>
          </w:p>
        </w:tc>
        <w:tc>
          <w:tcPr>
            <w:tcW w:w="1469" w:type="dxa"/>
          </w:tcPr>
          <w:p w14:paraId="48994303" w14:textId="5FB00C7F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AACB46A" w14:textId="20A72578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1125423A" w:rsidR="007C1404" w:rsidRPr="00C9251D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Cs/>
                <w:sz w:val="24"/>
                <w:szCs w:val="24"/>
              </w:rPr>
              <w:t>Przestępstwo</w:t>
            </w: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spowodowania wypadku w komunikacji – art. 177 k.k.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9" w:type="dxa"/>
          </w:tcPr>
          <w:p w14:paraId="006B6548" w14:textId="47553307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46BF47D1" w14:textId="41EE1CD0" w:rsidR="007C1404" w:rsidRPr="00CE7E88" w:rsidRDefault="007C1404" w:rsidP="00CE7E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E88">
              <w:rPr>
                <w:rFonts w:ascii="Corbel" w:hAnsi="Corbel"/>
                <w:sz w:val="24"/>
                <w:szCs w:val="24"/>
              </w:rPr>
              <w:t xml:space="preserve">Przestępstwa przeciwko mieniu (podstawy): kradzież, i kradzież z </w:t>
            </w:r>
          </w:p>
          <w:p w14:paraId="0937FFD6" w14:textId="6C3DD710" w:rsidR="007C1404" w:rsidRP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łamaniem; odróżnienie kradzieży od przestępstwa przywłaszczenia </w:t>
            </w:r>
          </w:p>
        </w:tc>
        <w:tc>
          <w:tcPr>
            <w:tcW w:w="1469" w:type="dxa"/>
          </w:tcPr>
          <w:p w14:paraId="445E6C6A" w14:textId="2A93637E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C1404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37011FFC" w14:textId="36892027" w:rsidR="007C1404" w:rsidRPr="004924F9" w:rsidRDefault="007C1404" w:rsidP="007C140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0D82">
              <w:rPr>
                <w:rFonts w:ascii="Corbel" w:hAnsi="Corbel"/>
                <w:sz w:val="24"/>
                <w:szCs w:val="24"/>
              </w:rPr>
              <w:t>Przestępstwa przeciwko mieniu, gdzie obok dobra, jakim jest mienie, ochronie podlega również inne dobro (zdrowie, życie), tj.: przestępstwa rozbójnicze- tj. rozbój, kradzież rozbójnicza i wymuszenie rozbójnicze</w:t>
            </w:r>
            <w:r w:rsidRPr="004924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CA679" w14:textId="0CCD0B47" w:rsid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275B44DA" w14:textId="735CAB57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7C1404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1156CFBA" w:rsidR="007C1404" w:rsidRPr="00FB0D82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sz w:val="24"/>
                <w:szCs w:val="24"/>
              </w:rPr>
              <w:t xml:space="preserve">Pozostałe przestępstwa przeciwko mieniu: oszustwo, kradzież pojazdu celem krótkotrwałego użycia, zniszczenie mienia; typ kwalifikowany i uprzywilejowany- tzw. wypadek mniejszej wagi (art. 294 i 283 k.k.) </w:t>
            </w:r>
          </w:p>
        </w:tc>
        <w:tc>
          <w:tcPr>
            <w:tcW w:w="1469" w:type="dxa"/>
          </w:tcPr>
          <w:p w14:paraId="2C4A9020" w14:textId="45262F40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E7E88" w:rsidRPr="00C9251D" w14:paraId="7BC92B8F" w14:textId="77777777" w:rsidTr="00AE3A22">
        <w:trPr>
          <w:trHeight w:val="413"/>
        </w:trPr>
        <w:tc>
          <w:tcPr>
            <w:tcW w:w="7899" w:type="dxa"/>
          </w:tcPr>
          <w:p w14:paraId="76494D8E" w14:textId="77777777" w:rsidR="00CE7E88" w:rsidRPr="00FB0D82" w:rsidRDefault="00CE7E88" w:rsidP="007C140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53134F2" w14:textId="5E6F1958" w:rsidR="00CE7E88" w:rsidRDefault="00CE7E88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</w:tr>
    </w:tbl>
    <w:p w14:paraId="159B92A2" w14:textId="77777777" w:rsidR="007C1404" w:rsidRPr="00C9251D" w:rsidRDefault="007C1404" w:rsidP="00CE7E88">
      <w:pPr>
        <w:spacing w:after="0" w:line="240" w:lineRule="auto"/>
        <w:rPr>
          <w:rFonts w:ascii="Corbel" w:hAnsi="Corbel"/>
          <w:sz w:val="24"/>
          <w:szCs w:val="24"/>
        </w:rPr>
      </w:pPr>
    </w:p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CE7E8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7E88">
        <w:rPr>
          <w:rFonts w:ascii="Corbel" w:hAnsi="Corbel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672C2759" w:rsidR="00CF6F04" w:rsidRPr="00FB0D82" w:rsidRDefault="00FB0D82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B0D82">
        <w:rPr>
          <w:rFonts w:ascii="Corbel" w:eastAsia="Cambria" w:hAnsi="Corbel"/>
          <w:b w:val="0"/>
          <w:spacing w:val="-5"/>
          <w:szCs w:val="24"/>
        </w:rPr>
        <w:t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</w:t>
      </w:r>
      <w:r w:rsidR="00CF6F04" w:rsidRPr="00FB0D8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CE7E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7E88">
        <w:rPr>
          <w:rFonts w:ascii="Corbel" w:hAnsi="Corbel"/>
          <w:smallCaps w:val="0"/>
          <w:szCs w:val="24"/>
        </w:rPr>
        <w:t xml:space="preserve">4. </w:t>
      </w:r>
      <w:r w:rsidR="0085747A" w:rsidRPr="00CE7E88">
        <w:rPr>
          <w:rFonts w:ascii="Corbel" w:hAnsi="Corbel"/>
          <w:smallCaps w:val="0"/>
          <w:szCs w:val="24"/>
        </w:rPr>
        <w:t>METODY I KRYTERIA OCENY</w:t>
      </w:r>
      <w:r w:rsidR="009F4610" w:rsidRPr="00CE7E88">
        <w:rPr>
          <w:rFonts w:ascii="Corbel" w:hAnsi="Corbel"/>
          <w:smallCaps w:val="0"/>
          <w:szCs w:val="24"/>
        </w:rPr>
        <w:t xml:space="preserve"> </w:t>
      </w:r>
    </w:p>
    <w:p w14:paraId="4C91C819" w14:textId="77777777" w:rsidR="00923D7D" w:rsidRPr="00CE7E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637DC" w14:textId="77777777" w:rsidR="0085747A" w:rsidRPr="00CE7E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7E8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7E88">
        <w:rPr>
          <w:rFonts w:ascii="Corbel" w:hAnsi="Corbel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7696F5DF" w:rsidR="00AE3A22" w:rsidRPr="00C9251D" w:rsidRDefault="00FB0D8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color w:val="000000"/>
                <w:sz w:val="22"/>
              </w:rPr>
              <w:t>Zaliczenie</w:t>
            </w:r>
            <w:r w:rsidR="00A70A6E" w:rsidRPr="00834E0F">
              <w:rPr>
                <w:b w:val="0"/>
                <w:color w:val="000000"/>
                <w:sz w:val="22"/>
              </w:rPr>
              <w:t xml:space="preserve"> pisemn</w:t>
            </w:r>
            <w:r>
              <w:rPr>
                <w:b w:val="0"/>
                <w:color w:val="000000"/>
                <w:sz w:val="22"/>
              </w:rPr>
              <w:t>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051049FB" w:rsidR="00AE3A22" w:rsidRPr="00C9251D" w:rsidRDefault="00CE7E88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CE7E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7E88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E7E8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E7E88">
        <w:rPr>
          <w:rFonts w:ascii="Corbel" w:hAnsi="Corbel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64996E" w14:textId="77777777" w:rsidR="00FB0D82" w:rsidRPr="00FB0D82" w:rsidRDefault="007C1404" w:rsidP="00FB0D82">
            <w:pPr>
              <w:spacing w:after="0" w:line="240" w:lineRule="auto"/>
              <w:jc w:val="both"/>
              <w:rPr>
                <w:rFonts w:ascii="Corbel" w:eastAsia="Cambria" w:hAnsi="Corbel"/>
                <w:bCs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Zaliczenie z oceną</w:t>
            </w:r>
            <w:r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="00A70A6E"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FB0D8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FB0D82" w:rsidRPr="00FB0D82">
              <w:rPr>
                <w:rFonts w:ascii="Corbel" w:eastAsia="Cambria" w:hAnsi="Corbel"/>
                <w:bCs/>
                <w:sz w:val="24"/>
                <w:szCs w:val="24"/>
              </w:rPr>
              <w:t>w formie mieszanej: testowo- opisowej (test zamknięty, jednokrotnego wyboru z możliwymi pytaniami wymagającymi uzupełnienia przez studenta np. nazwy przestępstwa na podstawie podanego artykułu k.k.).</w:t>
            </w:r>
          </w:p>
          <w:p w14:paraId="5F4F721C" w14:textId="6B244B32" w:rsidR="00FB0D82" w:rsidRPr="00FB0D82" w:rsidRDefault="00FB0D82" w:rsidP="00FB0D82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14:paraId="05D979FC" w14:textId="5F7446E5" w:rsidR="00FB0D82" w:rsidRPr="00FB0D82" w:rsidRDefault="00FB0D82" w:rsidP="00FB0D82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0D82">
              <w:rPr>
                <w:rFonts w:ascii="Corbel" w:eastAsia="Cambria" w:hAnsi="Corbel"/>
                <w:sz w:val="24"/>
                <w:szCs w:val="24"/>
              </w:rPr>
              <w:t xml:space="preserve">Wszystkie pytania testowe punktowane będą po 1 punkcie za każdą prawidłową odpowiedź. Łącznie można uzyskać 30 punktów. Pozytywny wynik wymaga uzyskania co najmniej 16 punktów. W zakresie kryteriów uwzględnianych przy wystawianiu oceny końcowej,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2A19999D" w14:textId="77777777" w:rsidR="00A70A6E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349F65AC" w14:textId="77777777" w:rsidR="0085747A" w:rsidRPr="00C9251D" w:rsidRDefault="0085747A" w:rsidP="00FB0D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CE7E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7E88">
        <w:rPr>
          <w:rFonts w:ascii="Corbel" w:hAnsi="Corbel"/>
          <w:b/>
          <w:sz w:val="24"/>
          <w:szCs w:val="24"/>
        </w:rPr>
        <w:t xml:space="preserve">5. </w:t>
      </w:r>
      <w:r w:rsidR="00C61DC5" w:rsidRPr="00CE7E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9022D0" w14:textId="5CF2CC11" w:rsidR="0085747A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3C48"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  <w:p w14:paraId="1E27FFC9" w14:textId="301F1070" w:rsidR="00A33C48" w:rsidRPr="00C9251D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7C98D0" w14:textId="339789FD" w:rsidR="00A33C48" w:rsidRPr="00A33C48" w:rsidRDefault="00A33C48" w:rsidP="00CE7E8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 xml:space="preserve">-udział w </w:t>
            </w:r>
            <w:r w:rsidR="00FB0D82">
              <w:rPr>
                <w:rFonts w:ascii="Corbel" w:hAnsi="Corbel"/>
              </w:rPr>
              <w:t>zaliczeniu</w:t>
            </w:r>
            <w:r w:rsidRPr="00A33C48">
              <w:rPr>
                <w:rFonts w:ascii="Corbel" w:hAnsi="Corbel"/>
              </w:rPr>
              <w:t xml:space="preserve"> </w:t>
            </w:r>
            <w:r w:rsidR="00FB0D82">
              <w:rPr>
                <w:rFonts w:ascii="Corbel" w:hAnsi="Corbel"/>
              </w:rPr>
              <w:t>0,5</w:t>
            </w:r>
            <w:r w:rsidRPr="00A33C48">
              <w:rPr>
                <w:rFonts w:ascii="Corbel" w:hAnsi="Corbel"/>
              </w:rPr>
              <w:t xml:space="preserve"> godz.</w:t>
            </w:r>
          </w:p>
          <w:p w14:paraId="08247972" w14:textId="1B398721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</w:t>
            </w:r>
            <w:r w:rsidR="00FB0D82">
              <w:rPr>
                <w:rFonts w:ascii="Corbel" w:hAnsi="Corbel"/>
              </w:rPr>
              <w:t>,5</w:t>
            </w:r>
            <w:r w:rsidRPr="00A33C48">
              <w:rPr>
                <w:rFonts w:ascii="Corbel" w:hAnsi="Corbel"/>
              </w:rPr>
              <w:t xml:space="preserve">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2932E4B4" w:rsidR="00C61DC5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B3E4D3E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01893DB4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2673DE19" w:rsidR="0085747A" w:rsidRPr="00C9251D" w:rsidRDefault="00CE7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5E4AB504" w:rsidR="0085747A" w:rsidRPr="00C9251D" w:rsidRDefault="00CE7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9151105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2B193E9E" w14:textId="0B7FB8F5" w:rsidR="00CE7E88" w:rsidRDefault="00CE7E88" w:rsidP="00CE7E88">
            <w:p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3DE73C43" w14:textId="77777777" w:rsidR="00CE7E88" w:rsidRDefault="00CE7E88" w:rsidP="00CE7E88">
            <w:p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464D418B" w14:textId="730F400E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A. Marek, V. Konarska-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Wrzosek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1CD8480A" w14:textId="689A1A31" w:rsidR="00C9251D" w:rsidRPr="00195B3D" w:rsidRDefault="00195B3D" w:rsidP="00195B3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Giezek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(red.), </w:t>
            </w:r>
            <w:r w:rsidRPr="00132168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Kodeks karny. Część szczególna. Komentarz.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Wolters Kluwer Polska 2021</w:t>
            </w:r>
            <w:r w:rsidRPr="00195B3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C9251D" w14:paraId="6F8296BC" w14:textId="77777777" w:rsidTr="0071620A">
        <w:trPr>
          <w:trHeight w:val="397"/>
        </w:trPr>
        <w:tc>
          <w:tcPr>
            <w:tcW w:w="7513" w:type="dxa"/>
          </w:tcPr>
          <w:p w14:paraId="35449F53" w14:textId="387833BC" w:rsidR="00CE7E8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E7E8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66584D1" w14:textId="77777777" w:rsidR="00CE7E88" w:rsidRPr="00CE7E88" w:rsidRDefault="00CE7E8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55465AD" w14:textId="77777777" w:rsidR="00C9251D" w:rsidRPr="00C9251D" w:rsidRDefault="00C9251D" w:rsidP="00195B3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01CD5BD1" w14:textId="173D6BCF" w:rsidR="00C9251D" w:rsidRDefault="00C9251D" w:rsidP="00195B3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66119CAE" w14:textId="77777777" w:rsidR="00195B3D" w:rsidRPr="00195B3D" w:rsidRDefault="00195B3D" w:rsidP="00195B3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</w:t>
            </w:r>
            <w:proofErr w:type="spellStart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16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karne. Pytania. Kazusy. Tablice. Testy</w:t>
            </w:r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2018;</w:t>
            </w:r>
          </w:p>
          <w:p w14:paraId="3E481CB8" w14:textId="77777777" w:rsidR="00C9251D" w:rsidRPr="00C9251D" w:rsidRDefault="00C9251D" w:rsidP="00CE7E8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45FAF" w14:textId="77777777" w:rsidR="00672A15" w:rsidRDefault="00672A15" w:rsidP="00C16ABF">
      <w:pPr>
        <w:spacing w:after="0" w:line="240" w:lineRule="auto"/>
      </w:pPr>
      <w:r>
        <w:separator/>
      </w:r>
    </w:p>
  </w:endnote>
  <w:endnote w:type="continuationSeparator" w:id="0">
    <w:p w14:paraId="1D8EE67C" w14:textId="77777777" w:rsidR="00672A15" w:rsidRDefault="00672A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52AAD" w14:textId="77777777" w:rsidR="00672A15" w:rsidRDefault="00672A15" w:rsidP="00C16ABF">
      <w:pPr>
        <w:spacing w:after="0" w:line="240" w:lineRule="auto"/>
      </w:pPr>
      <w:r>
        <w:separator/>
      </w:r>
    </w:p>
  </w:footnote>
  <w:footnote w:type="continuationSeparator" w:id="0">
    <w:p w14:paraId="31D05CEB" w14:textId="77777777" w:rsidR="00672A15" w:rsidRDefault="00672A15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6228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16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B3D"/>
    <w:rsid w:val="001A4273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754"/>
    <w:rsid w:val="003343CF"/>
    <w:rsid w:val="00346FE9"/>
    <w:rsid w:val="0034759A"/>
    <w:rsid w:val="003503F6"/>
    <w:rsid w:val="003530DD"/>
    <w:rsid w:val="00363F78"/>
    <w:rsid w:val="003851AB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053"/>
    <w:rsid w:val="004706D1"/>
    <w:rsid w:val="00471326"/>
    <w:rsid w:val="0047598D"/>
    <w:rsid w:val="004840FD"/>
    <w:rsid w:val="00490F7D"/>
    <w:rsid w:val="00491678"/>
    <w:rsid w:val="00495615"/>
    <w:rsid w:val="004968E2"/>
    <w:rsid w:val="004A3EEA"/>
    <w:rsid w:val="004A4D1F"/>
    <w:rsid w:val="004D5282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96C49"/>
    <w:rsid w:val="005A0855"/>
    <w:rsid w:val="005A133C"/>
    <w:rsid w:val="005A3196"/>
    <w:rsid w:val="005C080F"/>
    <w:rsid w:val="005C55E5"/>
    <w:rsid w:val="005C696A"/>
    <w:rsid w:val="005E6E85"/>
    <w:rsid w:val="005F0B8D"/>
    <w:rsid w:val="005F31D2"/>
    <w:rsid w:val="0061029B"/>
    <w:rsid w:val="00611169"/>
    <w:rsid w:val="00617230"/>
    <w:rsid w:val="00621CE1"/>
    <w:rsid w:val="00627FC9"/>
    <w:rsid w:val="00647FA8"/>
    <w:rsid w:val="00650C5F"/>
    <w:rsid w:val="00654934"/>
    <w:rsid w:val="006620D9"/>
    <w:rsid w:val="00671958"/>
    <w:rsid w:val="00672A1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D"/>
    <w:rsid w:val="0078168C"/>
    <w:rsid w:val="00787C2A"/>
    <w:rsid w:val="00790E27"/>
    <w:rsid w:val="007A4022"/>
    <w:rsid w:val="007A6E6E"/>
    <w:rsid w:val="007A6F8E"/>
    <w:rsid w:val="007C140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FCC"/>
    <w:rsid w:val="008B458B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508DF"/>
    <w:rsid w:val="00950DAC"/>
    <w:rsid w:val="00954A07"/>
    <w:rsid w:val="00997F14"/>
    <w:rsid w:val="009A575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C48"/>
    <w:rsid w:val="00A36899"/>
    <w:rsid w:val="00A371F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B7509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2334"/>
    <w:rsid w:val="00C131B5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66DF"/>
    <w:rsid w:val="00C9251D"/>
    <w:rsid w:val="00C94B98"/>
    <w:rsid w:val="00C97AC6"/>
    <w:rsid w:val="00CA2B96"/>
    <w:rsid w:val="00CA5089"/>
    <w:rsid w:val="00CA56E5"/>
    <w:rsid w:val="00CD6897"/>
    <w:rsid w:val="00CE2EEE"/>
    <w:rsid w:val="00CE5BAC"/>
    <w:rsid w:val="00CE635E"/>
    <w:rsid w:val="00CE7E88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47F87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27DB4"/>
    <w:rsid w:val="00F526AF"/>
    <w:rsid w:val="00F617C3"/>
    <w:rsid w:val="00F7066B"/>
    <w:rsid w:val="00F83B28"/>
    <w:rsid w:val="00F974DA"/>
    <w:rsid w:val="00FA46E5"/>
    <w:rsid w:val="00FB0D82"/>
    <w:rsid w:val="00FB7DBA"/>
    <w:rsid w:val="00FC1C25"/>
    <w:rsid w:val="00FC3F45"/>
    <w:rsid w:val="00FD1BB4"/>
    <w:rsid w:val="00FD503F"/>
    <w:rsid w:val="00FD7589"/>
    <w:rsid w:val="00FD7F7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E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E8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E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E8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CA21-2B27-464F-AEEB-336BD166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1265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2021-11-25T10:12:00Z</dcterms:created>
  <dcterms:modified xsi:type="dcterms:W3CDTF">2022-11-29T14:05:00Z</dcterms:modified>
</cp:coreProperties>
</file>